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2E6" w:rsidRPr="00184FF3" w:rsidRDefault="00173696" w:rsidP="00173696">
      <w:pPr>
        <w:jc w:val="center"/>
        <w:rPr>
          <w:sz w:val="28"/>
        </w:rPr>
      </w:pPr>
      <w:bookmarkStart w:id="0" w:name="_GoBack"/>
      <w:bookmarkEnd w:id="0"/>
      <w:r w:rsidRPr="00184FF3">
        <w:rPr>
          <w:noProof/>
          <w:color w:val="0000FF"/>
          <w:lang w:eastAsia="de-DE"/>
        </w:rPr>
        <w:drawing>
          <wp:inline distT="0" distB="0" distL="0" distR="0">
            <wp:extent cx="4223385" cy="4158343"/>
            <wp:effectExtent l="0" t="0" r="0" b="0"/>
            <wp:docPr id="3" name="Grafik 3" descr="Bildergebnis für gummibärch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gummibärch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721"/>
                    <a:stretch/>
                  </pic:blipFill>
                  <pic:spPr bwMode="auto">
                    <a:xfrm>
                      <a:off x="0" y="0"/>
                      <a:ext cx="4224756" cy="4159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4001" w:rsidRPr="00184FF3" w:rsidRDefault="004F4001" w:rsidP="004F4001">
      <w:pPr>
        <w:rPr>
          <w:rFonts w:cs="Arial"/>
          <w:sz w:val="28"/>
          <w:szCs w:val="28"/>
        </w:rPr>
      </w:pPr>
      <w:r w:rsidRPr="00184FF3">
        <w:rPr>
          <w:rFonts w:cs="Arial"/>
          <w:sz w:val="28"/>
          <w:szCs w:val="28"/>
        </w:rPr>
        <w:t>Variante 1</w:t>
      </w:r>
    </w:p>
    <w:p w:rsidR="004F4001" w:rsidRPr="00184FF3" w:rsidRDefault="004F4001" w:rsidP="004F4001">
      <w:pPr>
        <w:jc w:val="both"/>
        <w:rPr>
          <w:rFonts w:cs="Arial"/>
          <w:b/>
          <w:sz w:val="36"/>
        </w:rPr>
      </w:pPr>
      <w:r w:rsidRPr="00184FF3">
        <w:rPr>
          <w:rFonts w:cs="Arial"/>
          <w:b/>
          <w:sz w:val="36"/>
        </w:rPr>
        <w:t>Erfindet eigene Fermi- Fragen und beantwortet sie.</w:t>
      </w:r>
    </w:p>
    <w:p w:rsidR="004F4001" w:rsidRPr="00184FF3" w:rsidRDefault="004F4001" w:rsidP="004F4001">
      <w:pPr>
        <w:rPr>
          <w:rFonts w:cs="Arial"/>
          <w:sz w:val="28"/>
          <w:szCs w:val="28"/>
        </w:rPr>
      </w:pPr>
      <w:r w:rsidRPr="00184FF3">
        <w:rPr>
          <w:rFonts w:cs="Arial"/>
          <w:sz w:val="28"/>
          <w:szCs w:val="28"/>
        </w:rPr>
        <w:t>Variante 2</w:t>
      </w:r>
    </w:p>
    <w:p w:rsidR="004F4001" w:rsidRPr="00184FF3" w:rsidRDefault="004F4001" w:rsidP="004F4001">
      <w:pPr>
        <w:jc w:val="both"/>
        <w:rPr>
          <w:rFonts w:cs="Arial"/>
          <w:b/>
          <w:sz w:val="36"/>
        </w:rPr>
      </w:pPr>
      <w:r w:rsidRPr="00184FF3">
        <w:rPr>
          <w:rFonts w:cs="Arial"/>
          <w:b/>
          <w:sz w:val="36"/>
        </w:rPr>
        <w:t>Wählt eine der folgenden Fermi-Fragen aus und bearbeitet sie:</w:t>
      </w:r>
    </w:p>
    <w:p w:rsidR="004F4001" w:rsidRPr="00184FF3" w:rsidRDefault="004F4001" w:rsidP="004F4001">
      <w:pPr>
        <w:pStyle w:val="Listenabsatz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 w:rsidRPr="00184FF3">
        <w:rPr>
          <w:rFonts w:cs="Arial"/>
          <w:sz w:val="32"/>
          <w:szCs w:val="32"/>
        </w:rPr>
        <w:t>Wie viele rote Gummibärchen befinden sich in der Packung?</w:t>
      </w:r>
    </w:p>
    <w:p w:rsidR="004F4001" w:rsidRPr="00184FF3" w:rsidRDefault="004F4001" w:rsidP="004F4001">
      <w:pPr>
        <w:pStyle w:val="Listenabsatz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 w:rsidRPr="00184FF3">
        <w:rPr>
          <w:rFonts w:cs="Arial"/>
          <w:sz w:val="32"/>
          <w:szCs w:val="32"/>
        </w:rPr>
        <w:t>Wie hoch ist die Wahrscheinlichkeit zweimal hintereinander ein rotes Gummibärchen</w:t>
      </w:r>
      <w:r w:rsidR="00121F17" w:rsidRPr="00184FF3">
        <w:rPr>
          <w:rFonts w:cs="Arial"/>
          <w:sz w:val="32"/>
          <w:szCs w:val="32"/>
        </w:rPr>
        <w:t xml:space="preserve"> aus der Packung zu ziehen?</w:t>
      </w:r>
    </w:p>
    <w:p w:rsidR="00121F17" w:rsidRPr="00184FF3" w:rsidRDefault="00121F17" w:rsidP="004F4001">
      <w:pPr>
        <w:pStyle w:val="Listenabsatz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 w:rsidRPr="00184FF3">
        <w:rPr>
          <w:rFonts w:cs="Arial"/>
          <w:sz w:val="32"/>
          <w:szCs w:val="32"/>
        </w:rPr>
        <w:t>Wie viele Gummibärchen musst du längs aneinanderlegen, um die Erde zu umrunden?</w:t>
      </w:r>
    </w:p>
    <w:p w:rsidR="003F1F08" w:rsidRPr="00184FF3" w:rsidRDefault="003F1F08" w:rsidP="004F4001">
      <w:pPr>
        <w:pStyle w:val="Listenabsatz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 w:rsidRPr="00184FF3">
        <w:rPr>
          <w:rFonts w:cs="Arial"/>
          <w:sz w:val="32"/>
          <w:szCs w:val="32"/>
        </w:rPr>
        <w:t>Wie groß ist das Volumen eines Bärchens, vor- und nachdem es eine Woche im Wasser gelegen hat?</w:t>
      </w:r>
    </w:p>
    <w:p w:rsidR="003F1F08" w:rsidRPr="00184FF3" w:rsidRDefault="003F1F08" w:rsidP="003F1F08">
      <w:pPr>
        <w:pStyle w:val="Listenabsatz"/>
        <w:jc w:val="both"/>
        <w:rPr>
          <w:rFonts w:cs="Arial"/>
          <w:sz w:val="32"/>
          <w:szCs w:val="32"/>
        </w:rPr>
      </w:pPr>
    </w:p>
    <w:p w:rsidR="00173696" w:rsidRPr="00184FF3" w:rsidRDefault="00FD7F20" w:rsidP="003F1F08">
      <w:pPr>
        <w:rPr>
          <w:rFonts w:cs="Arial"/>
          <w:color w:val="00B050"/>
          <w:sz w:val="28"/>
          <w:szCs w:val="28"/>
        </w:rPr>
      </w:pPr>
      <w:r w:rsidRPr="00184FF3">
        <w:rPr>
          <w:rFonts w:cs="Arial"/>
          <w:color w:val="00B050"/>
          <w:sz w:val="28"/>
          <w:szCs w:val="28"/>
        </w:rPr>
        <w:t>Zielgruppe: 3</w:t>
      </w:r>
      <w:r w:rsidR="003F1F08" w:rsidRPr="00184FF3">
        <w:rPr>
          <w:rFonts w:cs="Arial"/>
          <w:color w:val="00B050"/>
          <w:sz w:val="28"/>
          <w:szCs w:val="28"/>
        </w:rPr>
        <w:t>.Klasse (2.Klasse</w:t>
      </w:r>
      <w:r w:rsidRPr="00184FF3">
        <w:rPr>
          <w:rFonts w:cs="Arial"/>
          <w:color w:val="00B050"/>
          <w:sz w:val="28"/>
          <w:szCs w:val="28"/>
        </w:rPr>
        <w:t xml:space="preserve"> - BBF</w:t>
      </w:r>
      <w:r w:rsidR="003F1F08" w:rsidRPr="00184FF3">
        <w:rPr>
          <w:rFonts w:cs="Arial"/>
          <w:color w:val="00B050"/>
          <w:sz w:val="28"/>
          <w:szCs w:val="28"/>
        </w:rPr>
        <w:t>), weiterführende Aufgabe</w:t>
      </w:r>
    </w:p>
    <w:sectPr w:rsidR="00173696" w:rsidRPr="00184FF3" w:rsidSect="00135529">
      <w:headerReference w:type="default" r:id="rId9"/>
      <w:footerReference w:type="default" r:id="rId10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F20" w:rsidRDefault="00FD7F20" w:rsidP="00FD7F20">
      <w:pPr>
        <w:spacing w:after="0" w:line="240" w:lineRule="auto"/>
      </w:pPr>
      <w:r>
        <w:separator/>
      </w:r>
    </w:p>
  </w:endnote>
  <w:endnote w:type="continuationSeparator" w:id="0">
    <w:p w:rsidR="00FD7F20" w:rsidRDefault="00FD7F20" w:rsidP="00FD7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F20" w:rsidRDefault="00FD7F20" w:rsidP="00FD7F20">
    <w:pPr>
      <w:pStyle w:val="Fuzeile"/>
    </w:pPr>
    <w:r>
      <w:t>Ingrid Hi</w:t>
    </w:r>
    <w:r w:rsidR="009E4174">
      <w:t xml:space="preserve">nteregger, Verena </w:t>
    </w:r>
    <w:proofErr w:type="spellStart"/>
    <w:r w:rsidR="009E4174">
      <w:t>Rofner</w:t>
    </w:r>
    <w:proofErr w:type="spellEnd"/>
    <w:r w:rsidR="009E4174">
      <w:tab/>
    </w:r>
    <w:r w:rsidR="009E417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F20" w:rsidRDefault="00FD7F20" w:rsidP="00FD7F20">
      <w:pPr>
        <w:spacing w:after="0" w:line="240" w:lineRule="auto"/>
      </w:pPr>
      <w:r>
        <w:separator/>
      </w:r>
    </w:p>
  </w:footnote>
  <w:footnote w:type="continuationSeparator" w:id="0">
    <w:p w:rsidR="00FD7F20" w:rsidRDefault="00FD7F20" w:rsidP="00FD7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F20" w:rsidRDefault="008F450E" w:rsidP="00FD7F20">
    <w:pPr>
      <w:pStyle w:val="Kopfzeile"/>
      <w:jc w:val="center"/>
    </w:pPr>
    <w:r>
      <w:t>Fermi-A</w:t>
    </w:r>
    <w:r w:rsidR="00FD7F20">
      <w:t>ufgaben – Fortbildung 15.11.2018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F5589"/>
    <w:multiLevelType w:val="hybridMultilevel"/>
    <w:tmpl w:val="F10CE9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37CB7"/>
    <w:multiLevelType w:val="hybridMultilevel"/>
    <w:tmpl w:val="DCCE82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43334"/>
    <w:multiLevelType w:val="hybridMultilevel"/>
    <w:tmpl w:val="5F1C1D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934CD"/>
    <w:multiLevelType w:val="hybridMultilevel"/>
    <w:tmpl w:val="6B6438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11B9A"/>
    <w:multiLevelType w:val="hybridMultilevel"/>
    <w:tmpl w:val="34980AB8"/>
    <w:lvl w:ilvl="0" w:tplc="020E20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062D5"/>
    <w:multiLevelType w:val="hybridMultilevel"/>
    <w:tmpl w:val="5C5CA32E"/>
    <w:lvl w:ilvl="0" w:tplc="481A74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A4046"/>
    <w:multiLevelType w:val="hybridMultilevel"/>
    <w:tmpl w:val="5F1C1D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95C"/>
    <w:rsid w:val="00121F17"/>
    <w:rsid w:val="00135529"/>
    <w:rsid w:val="00173696"/>
    <w:rsid w:val="00184FF3"/>
    <w:rsid w:val="001F6EB1"/>
    <w:rsid w:val="00200AA6"/>
    <w:rsid w:val="0023666C"/>
    <w:rsid w:val="00255BB1"/>
    <w:rsid w:val="003F1F08"/>
    <w:rsid w:val="0041028A"/>
    <w:rsid w:val="004A68AB"/>
    <w:rsid w:val="004F4001"/>
    <w:rsid w:val="00577480"/>
    <w:rsid w:val="005912E6"/>
    <w:rsid w:val="007045A9"/>
    <w:rsid w:val="00714278"/>
    <w:rsid w:val="008F450E"/>
    <w:rsid w:val="00961C27"/>
    <w:rsid w:val="009D3050"/>
    <w:rsid w:val="009E4174"/>
    <w:rsid w:val="00BC595C"/>
    <w:rsid w:val="00C67EC1"/>
    <w:rsid w:val="00C95259"/>
    <w:rsid w:val="00CC7388"/>
    <w:rsid w:val="00E7454F"/>
    <w:rsid w:val="00EA39F7"/>
    <w:rsid w:val="00F85E94"/>
    <w:rsid w:val="00FD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A0782-B30B-4417-998F-DB4D16034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C595C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595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D7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F20"/>
  </w:style>
  <w:style w:type="paragraph" w:styleId="Fuzeile">
    <w:name w:val="footer"/>
    <w:basedOn w:val="Standard"/>
    <w:link w:val="FuzeileZchn"/>
    <w:uiPriority w:val="99"/>
    <w:unhideWhenUsed/>
    <w:rsid w:val="00FD7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google.de/url?sa=i&amp;rct=j&amp;q=&amp;esrc=s&amp;source=images&amp;cd=&amp;cad=rja&amp;uact=8&amp;ved=2ahUKEwiQsuGY0tbeAhVBgRoKHZnFDz0QjRx6BAgBEAU&amp;url=https://www.haribo.com/deDE/world/produkte/lieblingsprodukte/goldbaeren.html&amp;psig=AOvVaw1-COZAIBcNVZkcgu19_D-z&amp;ust=154237967364325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80A97AFD</Template>
  <TotalTime>0</TotalTime>
  <Pages>1</Pages>
  <Words>74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Provinz BOZEN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1a, ms</dc:creator>
  <cp:keywords/>
  <dc:description/>
  <cp:lastModifiedBy>Ratering, Matthias</cp:lastModifiedBy>
  <cp:revision>22</cp:revision>
  <dcterms:created xsi:type="dcterms:W3CDTF">2018-11-15T14:17:00Z</dcterms:created>
  <dcterms:modified xsi:type="dcterms:W3CDTF">2018-11-19T10:12:00Z</dcterms:modified>
</cp:coreProperties>
</file>